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42FAD9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422A21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83296" w:rsidP="00783296" w:rsidRDefault="0071620A" w14:paraId="728C8FF1" w14:textId="5431A01F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783296">
        <w:rPr>
          <w:rFonts w:ascii="Corbel" w:hAnsi="Corbel"/>
          <w:i/>
          <w:smallCaps/>
          <w:sz w:val="24"/>
          <w:szCs w:val="24"/>
        </w:rPr>
        <w:t>2021–2024</w:t>
      </w:r>
    </w:p>
    <w:p w:rsidR="0085747A" w:rsidP="00783296" w:rsidRDefault="0085747A" w14:paraId="6E495CC2" w14:textId="1C408720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F786D99" w14:textId="5F3675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8329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83296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1A1148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4150A4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5E0995" w:rsidTr="005E0995" w14:paraId="00C244CC" w14:textId="77777777">
        <w:tc>
          <w:tcPr>
            <w:tcW w:w="2694" w:type="dxa"/>
            <w:vAlign w:val="center"/>
          </w:tcPr>
          <w:p w:rsidRPr="009C54AE" w:rsidR="005E0995" w:rsidP="005E0995" w:rsidRDefault="005E0995" w14:paraId="5638A0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A7445" w:rsidR="005E0995" w:rsidP="005E0995" w:rsidRDefault="005E0995" w14:paraId="76BBC4FF" w14:textId="543CBD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A7445">
              <w:rPr>
                <w:rFonts w:ascii="Corbel" w:hAnsi="Corbel"/>
                <w:b w:val="0"/>
                <w:bCs/>
                <w:sz w:val="24"/>
                <w:szCs w:val="24"/>
              </w:rPr>
              <w:t>Podstawy działania asystenta rodziny</w:t>
            </w:r>
          </w:p>
        </w:tc>
      </w:tr>
      <w:tr w:rsidRPr="009C54AE" w:rsidR="005E0995" w:rsidTr="005E0995" w14:paraId="08864E57" w14:textId="77777777">
        <w:tc>
          <w:tcPr>
            <w:tcW w:w="2694" w:type="dxa"/>
            <w:vAlign w:val="center"/>
          </w:tcPr>
          <w:p w:rsidRPr="009C54AE" w:rsidR="005E0995" w:rsidP="005E0995" w:rsidRDefault="005E0995" w14:paraId="37D5E6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2CFD9FA5" w14:textId="393A48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P1S[6]F_03</w:t>
            </w:r>
          </w:p>
        </w:tc>
      </w:tr>
      <w:tr w:rsidRPr="009C54AE" w:rsidR="005E0995" w:rsidTr="005E0995" w14:paraId="78D70830" w14:textId="77777777">
        <w:tc>
          <w:tcPr>
            <w:tcW w:w="2694" w:type="dxa"/>
            <w:vAlign w:val="center"/>
          </w:tcPr>
          <w:p w:rsidRPr="009C54AE" w:rsidR="005E0995" w:rsidP="005E0995" w:rsidRDefault="005E0995" w14:paraId="2378154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393FE0D8" w14:textId="0C00C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5E0995" w:rsidTr="005E0995" w14:paraId="62677FAD" w14:textId="77777777">
        <w:tc>
          <w:tcPr>
            <w:tcW w:w="2694" w:type="dxa"/>
            <w:vAlign w:val="center"/>
          </w:tcPr>
          <w:p w:rsidRPr="009C54AE" w:rsidR="005E0995" w:rsidP="005E0995" w:rsidRDefault="005E0995" w14:paraId="6C6218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6BF844E5" w14:textId="147D04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5E0995" w:rsidTr="005E0995" w14:paraId="0668AC58" w14:textId="77777777">
        <w:tc>
          <w:tcPr>
            <w:tcW w:w="2694" w:type="dxa"/>
            <w:vAlign w:val="center"/>
          </w:tcPr>
          <w:p w:rsidRPr="009C54AE" w:rsidR="005E0995" w:rsidP="005E0995" w:rsidRDefault="005E0995" w14:paraId="379A03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4C00F632" w14:textId="1B183B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5E0995" w:rsidTr="005E0995" w14:paraId="75E6B7A9" w14:textId="77777777">
        <w:tc>
          <w:tcPr>
            <w:tcW w:w="2694" w:type="dxa"/>
            <w:vAlign w:val="center"/>
          </w:tcPr>
          <w:p w:rsidRPr="009C54AE" w:rsidR="005E0995" w:rsidP="005E0995" w:rsidRDefault="005E0995" w14:paraId="78A86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6413A832" w14:textId="0BBBF9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5E0995" w:rsidTr="005E0995" w14:paraId="14AE3621" w14:textId="77777777">
        <w:tc>
          <w:tcPr>
            <w:tcW w:w="2694" w:type="dxa"/>
            <w:vAlign w:val="center"/>
          </w:tcPr>
          <w:p w:rsidRPr="009C54AE" w:rsidR="005E0995" w:rsidP="005E0995" w:rsidRDefault="005E0995" w14:paraId="2F20CF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2A7445" w14:paraId="67CF1750" w14:textId="27485B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5E0995" w:rsidTr="005E0995" w14:paraId="68769A85" w14:textId="77777777">
        <w:tc>
          <w:tcPr>
            <w:tcW w:w="2694" w:type="dxa"/>
            <w:vAlign w:val="center"/>
          </w:tcPr>
          <w:p w:rsidRPr="009C54AE" w:rsidR="005E0995" w:rsidP="005E0995" w:rsidRDefault="005E0995" w14:paraId="7A5F39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2A7445" w14:paraId="363626EC" w14:textId="739E83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5E0995" w:rsidTr="005E0995" w14:paraId="6B0CD455" w14:textId="77777777">
        <w:tc>
          <w:tcPr>
            <w:tcW w:w="2694" w:type="dxa"/>
            <w:vAlign w:val="center"/>
          </w:tcPr>
          <w:p w:rsidRPr="009C54AE" w:rsidR="005E0995" w:rsidP="005E0995" w:rsidRDefault="005E0995" w14:paraId="2912CA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04FBB144" w14:textId="1CE720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Pr="009C54AE" w:rsidR="005E0995" w:rsidTr="005E0995" w14:paraId="4315C86B" w14:textId="77777777">
        <w:tc>
          <w:tcPr>
            <w:tcW w:w="2694" w:type="dxa"/>
            <w:vAlign w:val="center"/>
          </w:tcPr>
          <w:p w:rsidRPr="009C54AE" w:rsidR="005E0995" w:rsidP="005E0995" w:rsidRDefault="005E0995" w14:paraId="663ABA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2A7445" w14:paraId="1FDE4209" w14:textId="146086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B7743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9C54AE" w:rsidR="005E0995" w:rsidTr="005E0995" w14:paraId="5A71D874" w14:textId="77777777">
        <w:tc>
          <w:tcPr>
            <w:tcW w:w="2694" w:type="dxa"/>
            <w:vAlign w:val="center"/>
          </w:tcPr>
          <w:p w:rsidRPr="009C54AE" w:rsidR="005E0995" w:rsidP="005E0995" w:rsidRDefault="005E0995" w14:paraId="35B682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2A7445" w14:paraId="61D9E171" w14:textId="194D2B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5E0995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5E0995" w:rsidTr="005E0995" w14:paraId="5495B659" w14:textId="77777777">
        <w:tc>
          <w:tcPr>
            <w:tcW w:w="2694" w:type="dxa"/>
            <w:vAlign w:val="center"/>
          </w:tcPr>
          <w:p w:rsidRPr="009C54AE" w:rsidR="005E0995" w:rsidP="005E0995" w:rsidRDefault="005E0995" w14:paraId="5C89C9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711B53C3" w14:textId="75D33E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5E0995" w:rsidTr="005E0995" w14:paraId="740F7056" w14:textId="77777777">
        <w:tc>
          <w:tcPr>
            <w:tcW w:w="2694" w:type="dxa"/>
            <w:vAlign w:val="center"/>
          </w:tcPr>
          <w:p w:rsidRPr="009C54AE" w:rsidR="005E0995" w:rsidP="005E0995" w:rsidRDefault="005E0995" w14:paraId="0E8162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5E0995" w:rsidP="005E0995" w:rsidRDefault="005E0995" w14:paraId="235D315A" w14:textId="049BDA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783296" w:rsidRDefault="0085747A" w14:paraId="0F557866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8A8E89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2EFE76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783296" w14:paraId="01CF573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783296" w:rsidRDefault="00015B8F" w14:paraId="188D78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783296" w:rsidRDefault="002B5EA0" w14:paraId="066683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25BE9C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1C841A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1305FB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679F77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783296" w:rsidRDefault="00015B8F" w14:paraId="6BB110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02CC3F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70A576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16C458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783296" w:rsidRDefault="00015B8F" w14:paraId="058CB3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DF29CD" w:rsidTr="00783296" w14:paraId="14EBE5B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0A50F242" w14:textId="1449B0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5E6A8054" w14:textId="6A1747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36CA09BF" w14:textId="1A1839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7FE4BCE0" w14:textId="2E64E6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052ECB13" w14:textId="6FF86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6F314861" w14:textId="27DEF7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50B29F15" w14:textId="2FCA30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6F8DCD8E" w14:textId="7AA576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2E13B420" w14:textId="38BFC0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DF29CD" w:rsidP="00783296" w:rsidRDefault="00DF29CD" w14:paraId="44F20D10" w14:textId="2F45E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431BA2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52BFB320" w14:textId="72CD2F2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:rsidRPr="009C54AE" w:rsidR="002A7445" w:rsidP="00F83B28" w:rsidRDefault="002A7445" w14:paraId="4495DB6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2A7445" w14:paraId="1F47B29C" w14:textId="32B24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7445">
        <w:rPr>
          <w:rFonts w:ascii="MS Gothic" w:hAnsi="MS Gothic" w:eastAsia="MS Gothic" w:cs="MS Gothic"/>
          <w:bCs/>
          <w:szCs w:val="24"/>
        </w:rPr>
        <w:t xml:space="preserve"> </w:t>
      </w:r>
      <w:r w:rsidRPr="002A7445">
        <w:rPr>
          <w:rFonts w:hint="eastAsia" w:ascii="MS Gothic" w:hAnsi="MS Gothic" w:eastAsia="MS Gothic" w:cs="MS Gothic"/>
          <w:bCs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C9BD8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1C5BC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9D7428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F29CD" w:rsidP="00DF29CD" w:rsidRDefault="00DF29CD" w14:paraId="088EAF30" w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Pr="002A7445" w:rsidR="009C54AE" w:rsidP="00DF29CD" w:rsidRDefault="00DF29CD" w14:paraId="1220F91C" w14:textId="7643227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2A7445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60171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06C1C88" w14:textId="573D62A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83296" w:rsidP="009C54AE" w:rsidRDefault="00783296" w14:paraId="68FEB5A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048B1C4" w14:textId="77777777">
        <w:tc>
          <w:tcPr>
            <w:tcW w:w="9670" w:type="dxa"/>
          </w:tcPr>
          <w:p w:rsidRPr="009C54AE" w:rsidR="0085747A" w:rsidP="00DF29CD" w:rsidRDefault="00DF29CD" w14:paraId="3FC33EB0" w14:textId="25A6303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wiedza z przedmiotów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„E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sychologia ogólna i rozwojowa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ekonomii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wiedzy o rozwoju biopsychicznym człowieka w cyklu życia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etodyka pracy socjalnej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„T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pracy socjalnej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„A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ksjologia pracy socjalnej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„S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truktura i organizacja pomocy społecznej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sychologia społeczna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edagogika specjalna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„S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ystem prawny 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pomocy społecznej i prawo socjalne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„I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nstytucje rynku pracy i zatrudnienie socjalne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rawo rodzinne i opiekuńcze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„T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rening komunikacji interpersonalnej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oradnictwo rodzinne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„E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lementy psychoterapii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„I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nterwencja kryzysowa</w:t>
            </w:r>
            <w:r w:rsidR="002A7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DF29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3FD87F2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92B190" w14:textId="66A62CD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A55BC2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A55BC2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69B2DC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DC49F3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1DA49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DF29CD" w:rsidTr="00DF29CD" w14:paraId="3D8F43C1" w14:textId="77777777">
        <w:tc>
          <w:tcPr>
            <w:tcW w:w="845" w:type="dxa"/>
            <w:vAlign w:val="center"/>
          </w:tcPr>
          <w:p w:rsidRPr="009C54AE" w:rsidR="00DF29CD" w:rsidP="00DF29CD" w:rsidRDefault="00DF29CD" w14:paraId="4B407FB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5EFA548E" w14:textId="6DC976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(przeżywającą problemy opiekuńczo – wychowawcze).</w:t>
            </w:r>
          </w:p>
        </w:tc>
      </w:tr>
      <w:tr w:rsidRPr="009C54AE" w:rsidR="00DF29CD" w:rsidTr="00DF29CD" w14:paraId="3BD266B5" w14:textId="77777777">
        <w:tc>
          <w:tcPr>
            <w:tcW w:w="845" w:type="dxa"/>
            <w:vAlign w:val="center"/>
          </w:tcPr>
          <w:p w:rsidRPr="009C54AE" w:rsidR="00DF29CD" w:rsidP="00DF29CD" w:rsidRDefault="00A55BC2" w14:paraId="3C2706D9" w14:textId="6B0720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1820FF71" w14:textId="64E703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Pr="009C54AE" w:rsidR="00DF29CD" w:rsidTr="00DF29CD" w14:paraId="7AD5D97E" w14:textId="77777777">
        <w:tc>
          <w:tcPr>
            <w:tcW w:w="845" w:type="dxa"/>
            <w:vAlign w:val="center"/>
          </w:tcPr>
          <w:p w:rsidRPr="009C54AE" w:rsidR="00DF29CD" w:rsidP="00DF29CD" w:rsidRDefault="00DF29CD" w14:paraId="11BB008E" w14:textId="7C30DE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55B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6C32C5A8" w14:textId="6220700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em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dla rodziny.</w:t>
            </w:r>
          </w:p>
        </w:tc>
      </w:tr>
      <w:tr w:rsidRPr="009C54AE" w:rsidR="00DF29CD" w:rsidTr="00DF29CD" w14:paraId="141AD1C0" w14:textId="77777777">
        <w:tc>
          <w:tcPr>
            <w:tcW w:w="845" w:type="dxa"/>
            <w:vAlign w:val="center"/>
          </w:tcPr>
          <w:p w:rsidRPr="009C54AE" w:rsidR="00DF29CD" w:rsidP="00DF29CD" w:rsidRDefault="00A55BC2" w14:paraId="7512533C" w14:textId="62A00D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9C54AE" w:rsidR="00DF29CD" w:rsidP="002D636C" w:rsidRDefault="00DF29CD" w14:paraId="0CFB5508" w14:textId="0681896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Nabywanie umiejętności z zakresu dokumentowania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socjaln</w:t>
            </w:r>
            <w:r w:rsidR="00A5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ej</w:t>
            </w:r>
            <w:r w:rsidRPr="00187E7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rodziną.</w:t>
            </w:r>
          </w:p>
        </w:tc>
      </w:tr>
    </w:tbl>
    <w:p w:rsidRPr="009C54AE" w:rsidR="0085747A" w:rsidP="009C54AE" w:rsidRDefault="0085747A" w14:paraId="7905AE8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A04954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CDECB5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EE1ECA" w:rsidTr="00FE19E9" w14:paraId="01CDF47A" w14:textId="77777777">
        <w:tc>
          <w:tcPr>
            <w:tcW w:w="1701" w:type="dxa"/>
            <w:vAlign w:val="center"/>
          </w:tcPr>
          <w:p w:rsidRPr="009C54AE" w:rsidR="00EE1ECA" w:rsidP="00FE19E9" w:rsidRDefault="00EE1ECA" w14:paraId="11F76E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EE1ECA" w:rsidP="00FE19E9" w:rsidRDefault="00EE1ECA" w14:paraId="5C5DC9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EE1ECA" w:rsidP="00FE19E9" w:rsidRDefault="00EE1ECA" w14:paraId="150527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E1ECA" w:rsidTr="00FE19E9" w14:paraId="60F387FC" w14:textId="77777777">
        <w:tc>
          <w:tcPr>
            <w:tcW w:w="1701" w:type="dxa"/>
          </w:tcPr>
          <w:p w:rsidRPr="009C54AE" w:rsidR="00EE1ECA" w:rsidP="00FE19E9" w:rsidRDefault="00EE1ECA" w14:paraId="5528AD82" w14:textId="73955C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EE1ECA" w:rsidP="00FE19E9" w:rsidRDefault="00EE1ECA" w14:paraId="14952F1F" w14:textId="506FBF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instytucje krajowe oraz międzynarodowe przeciwdziałające wykluczeniu społecznemu i działające na rzecz integracji społecznej</w:t>
            </w:r>
            <w:r w:rsidR="002A7445">
              <w:rPr>
                <w:rFonts w:ascii="Corbel" w:hAnsi="Corbel"/>
                <w:b w:val="0"/>
                <w:smallCaps w:val="0"/>
                <w:szCs w:val="24"/>
              </w:rPr>
              <w:t xml:space="preserve"> z którymi współpracują asystenci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EE1ECA" w:rsidP="00FE19E9" w:rsidRDefault="00EE1ECA" w14:paraId="3A3D690A" w14:textId="78D45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EE1ECA" w:rsidTr="00FE19E9" w14:paraId="6C6C1658" w14:textId="77777777">
        <w:tc>
          <w:tcPr>
            <w:tcW w:w="1701" w:type="dxa"/>
          </w:tcPr>
          <w:p w:rsidRPr="009C54AE" w:rsidR="00EE1ECA" w:rsidP="00FE19E9" w:rsidRDefault="00EE1ECA" w14:paraId="79B4C9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EE1ECA" w:rsidP="00FE19E9" w:rsidRDefault="00EE1ECA" w14:paraId="2797B6FE" w14:textId="0B6841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procesy przemian jakie zachodzą w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obrębie system</w:t>
            </w:r>
            <w:r w:rsidR="001D3F09">
              <w:rPr>
                <w:rFonts w:ascii="Corbel" w:hAnsi="Corbel"/>
                <w:b w:val="0"/>
                <w:smallCaps w:val="0"/>
                <w:szCs w:val="24"/>
              </w:rPr>
              <w:t>u rodzinnego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>, instytucji</w:t>
            </w:r>
            <w:r w:rsidR="001D3F09">
              <w:rPr>
                <w:rFonts w:ascii="Corbel" w:hAnsi="Corbel"/>
                <w:b w:val="0"/>
                <w:smallCaps w:val="0"/>
                <w:szCs w:val="24"/>
              </w:rPr>
              <w:t xml:space="preserve"> wspierających rodziny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i struktur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uwarunkowania i skutki. Student ma wiedzę o strukturach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i zakres</w:t>
            </w:r>
            <w:r w:rsidR="001D3F0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działań 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>poszczególnych instytucji społecznych</w:t>
            </w:r>
            <w:r w:rsidR="001D3F09">
              <w:rPr>
                <w:rFonts w:ascii="Corbel" w:hAnsi="Corbel"/>
                <w:b w:val="0"/>
                <w:smallCaps w:val="0"/>
                <w:szCs w:val="24"/>
              </w:rPr>
              <w:t xml:space="preserve"> w obrębie I oraz III sektora społeczno-gospodarczego</w:t>
            </w:r>
            <w:r w:rsidRPr="00F13410">
              <w:rPr>
                <w:rFonts w:ascii="Corbel" w:hAnsi="Corbel"/>
                <w:b w:val="0"/>
                <w:smallCaps w:val="0"/>
                <w:szCs w:val="24"/>
              </w:rPr>
              <w:t xml:space="preserve">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EE1ECA" w:rsidP="00FE19E9" w:rsidRDefault="00EE1ECA" w14:paraId="025405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EE1ECA" w:rsidTr="00FE19E9" w14:paraId="4D7B6347" w14:textId="77777777">
        <w:tc>
          <w:tcPr>
            <w:tcW w:w="1701" w:type="dxa"/>
          </w:tcPr>
          <w:p w:rsidRPr="009C54AE" w:rsidR="00EE1ECA" w:rsidP="00FE19E9" w:rsidRDefault="00EE1ECA" w14:paraId="09A21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EE1ECA" w:rsidP="00FE19E9" w:rsidRDefault="00EE1ECA" w14:paraId="2A851CAF" w14:textId="7A99B5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zasady tworzenia</w:t>
            </w:r>
            <w:r w:rsidR="005638C7">
              <w:rPr>
                <w:rFonts w:ascii="Corbel" w:hAnsi="Corbel"/>
                <w:b w:val="0"/>
                <w:smallCaps w:val="0"/>
                <w:szCs w:val="24"/>
              </w:rPr>
              <w:t>: oceny sytuacji rodziny, planów pomocy rodzinie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38C7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podejmowania działań</w:t>
            </w:r>
            <w:r w:rsidR="005638C7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metod pracy socjalnej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skierowanych na rozwiązywanie problemów</w:t>
            </w:r>
            <w:r w:rsidR="005638C7">
              <w:rPr>
                <w:rFonts w:ascii="Corbel" w:hAnsi="Corbel"/>
                <w:b w:val="0"/>
                <w:smallCaps w:val="0"/>
                <w:szCs w:val="24"/>
              </w:rPr>
              <w:t xml:space="preserve"> rodziny.</w:t>
            </w:r>
          </w:p>
        </w:tc>
        <w:tc>
          <w:tcPr>
            <w:tcW w:w="1873" w:type="dxa"/>
          </w:tcPr>
          <w:p w:rsidRPr="009C54AE" w:rsidR="00EE1ECA" w:rsidP="00FE19E9" w:rsidRDefault="00EE1ECA" w14:paraId="4FAA25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  <w:r w:rsidRPr="00187E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EE1ECA" w:rsidTr="00FE19E9" w14:paraId="385F630B" w14:textId="77777777">
        <w:tc>
          <w:tcPr>
            <w:tcW w:w="1701" w:type="dxa"/>
          </w:tcPr>
          <w:p w:rsidRPr="009C54AE" w:rsidR="00EE1ECA" w:rsidP="00FE19E9" w:rsidRDefault="00EE1ECA" w14:paraId="119C8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EE1ECA" w:rsidP="00FE19E9" w:rsidRDefault="00EE1ECA" w14:paraId="3DC273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>wykorzystywać samodzielnie zdobytą wiedzę w praktycznym zawodowym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asystenta rodziny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do rozstrzygania dylematów pojawiających się w pracy zawodowej (w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F0152C">
              <w:rPr>
                <w:rFonts w:ascii="Corbel" w:hAnsi="Corbel"/>
                <w:b w:val="0"/>
                <w:smallCaps w:val="0"/>
                <w:szCs w:val="24"/>
              </w:rPr>
              <w:t xml:space="preserve"> dylematów etycznych)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P="00FE19E9" w:rsidRDefault="00EE1ECA" w14:paraId="67D6D9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EE1ECA" w:rsidTr="00FE19E9" w14:paraId="492CDD52" w14:textId="77777777">
        <w:tc>
          <w:tcPr>
            <w:tcW w:w="1701" w:type="dxa"/>
          </w:tcPr>
          <w:p w:rsidRPr="009C54AE" w:rsidR="00EE1ECA" w:rsidP="00FE19E9" w:rsidRDefault="00EE1ECA" w14:paraId="3E676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EE1ECA" w:rsidP="00FE19E9" w:rsidRDefault="00EE1ECA" w14:paraId="1F97C053" w14:textId="6BB373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analizowania i rozwiązywania konkretnych problemów 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rodzin (ekonomicznych, mieszkaniowych, zdrowotnych, zawodowych oraz związanych z relacjami w rodzinie i otoczeniu społecznym)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przeciwdziałania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proponując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esie odpowiednie rozwiązania 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z zakresu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P="00FE19E9" w:rsidRDefault="00EE1ECA" w14:paraId="1BB9FD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EE1ECA" w:rsidTr="00FE19E9" w14:paraId="03768658" w14:textId="77777777">
        <w:tc>
          <w:tcPr>
            <w:tcW w:w="1701" w:type="dxa"/>
          </w:tcPr>
          <w:p w:rsidRPr="009C54AE" w:rsidR="00EE1ECA" w:rsidP="00FE19E9" w:rsidRDefault="00EE1ECA" w14:paraId="59335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9C54AE" w:rsidR="00EE1ECA" w:rsidP="00FE19E9" w:rsidRDefault="00EE1ECA" w14:paraId="2265AA7C" w14:textId="602F2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kompetencje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organizowania kontaktów z otoczeniem społecznym 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w ramach zespołów interdyscyplinarnych i grup roboczych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współpracy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 xml:space="preserve"> z dzielnicowymi, pracownikami socjalnymi, wolontariuszami, pedagogami, opiekunkami środowiskowymi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na rzecz rozwiązywania problemów z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zakresu problematyki pracy socjalnej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E1ECA" w:rsidP="00FE19E9" w:rsidRDefault="00EE1ECA" w14:paraId="314A1E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EE1ECA" w:rsidTr="00FE19E9" w14:paraId="6CC7B765" w14:textId="77777777">
        <w:tc>
          <w:tcPr>
            <w:tcW w:w="1701" w:type="dxa"/>
          </w:tcPr>
          <w:p w:rsidRPr="009C54AE" w:rsidR="00EE1ECA" w:rsidP="00FE19E9" w:rsidRDefault="00EE1ECA" w14:paraId="750C87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EE1ECA" w:rsidP="00FE19E9" w:rsidRDefault="00EE1ECA" w14:paraId="7CB0858B" w14:textId="758CC5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z zakresu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>myślenia w sposób przedsiębiorczy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 xml:space="preserve"> w celu organizowania współpracy na rzecz pomocy rodzinie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 oraz uczestnictwa w grupach, organizacjach, instytucjach podejmujących działania socjalne i realizujących projekty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działaniami asystenta rodziny. </w:t>
            </w:r>
          </w:p>
        </w:tc>
        <w:tc>
          <w:tcPr>
            <w:tcW w:w="1873" w:type="dxa"/>
          </w:tcPr>
          <w:p w:rsidR="00EE1ECA" w:rsidP="00FE19E9" w:rsidRDefault="00EE1ECA" w14:paraId="1B0012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9C54AE" w:rsidR="00EE1ECA" w:rsidTr="00FE19E9" w14:paraId="662A0731" w14:textId="77777777">
        <w:tc>
          <w:tcPr>
            <w:tcW w:w="1701" w:type="dxa"/>
          </w:tcPr>
          <w:p w:rsidRPr="009C54AE" w:rsidR="00EE1ECA" w:rsidP="00FE19E9" w:rsidRDefault="00EE1ECA" w14:paraId="44D3A1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9C54AE" w:rsidR="00EE1ECA" w:rsidP="00FE19E9" w:rsidRDefault="00EE1ECA" w14:paraId="05EFC56C" w14:textId="199ABE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425FC"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3DE">
              <w:rPr>
                <w:rFonts w:ascii="Corbel" w:hAnsi="Corbel"/>
                <w:b w:val="0"/>
                <w:smallCaps w:val="0"/>
                <w:szCs w:val="24"/>
              </w:rPr>
              <w:t xml:space="preserve">adaptacji i działania w sytuacjach trudnych oraz negocjowania stanowisk rozpoznając własne ograniczenia w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asystenta z rodziną.</w:t>
            </w:r>
          </w:p>
        </w:tc>
        <w:tc>
          <w:tcPr>
            <w:tcW w:w="1873" w:type="dxa"/>
          </w:tcPr>
          <w:p w:rsidR="00EE1ECA" w:rsidP="00FE19E9" w:rsidRDefault="00EE1ECA" w14:paraId="5A756ED7" w14:textId="4FB930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7E7D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1A39E0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953118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2D4445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1FD00ED2" w:rsidRDefault="00675843" w14:paraId="644F2881" w14:textId="77777777" w14:noSpellErr="1">
      <w:pPr>
        <w:pStyle w:val="Akapitzlist"/>
        <w:spacing w:after="120" w:line="240" w:lineRule="auto"/>
        <w:ind w:left="1080"/>
        <w:jc w:val="both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FD00ED2" w14:paraId="49E76BB5" w14:textId="77777777">
        <w:tc>
          <w:tcPr>
            <w:tcW w:w="9520" w:type="dxa"/>
            <w:tcMar/>
          </w:tcPr>
          <w:p w:rsidRPr="000B6145" w:rsidR="0085747A" w:rsidP="1FD00ED2" w:rsidRDefault="0085747A" w14:paraId="4BD1C7B6" w14:textId="77777777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D00ED2" w:rsidR="0085747A">
              <w:rPr>
                <w:rFonts w:ascii="Corbel" w:hAnsi="Corbel"/>
                <w:b w:val="0"/>
                <w:bCs w:val="0"/>
                <w:sz w:val="24"/>
                <w:szCs w:val="24"/>
              </w:rPr>
              <w:t>Treści merytoryczne</w:t>
            </w:r>
          </w:p>
        </w:tc>
      </w:tr>
      <w:tr w:rsidRPr="009C54AE" w:rsidR="0085747A" w:rsidTr="1FD00ED2" w14:paraId="1B098B25" w14:textId="77777777">
        <w:tc>
          <w:tcPr>
            <w:tcW w:w="9520" w:type="dxa"/>
            <w:tcMar/>
          </w:tcPr>
          <w:p w:rsidRPr="009C54AE" w:rsidR="0085747A" w:rsidP="009C54AE" w:rsidRDefault="000B6145" w14:paraId="4E1BC962" w14:textId="648C4C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7A0A4F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A49A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DC26D1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FD00ED2" w14:paraId="64605FF4" w14:textId="77777777">
        <w:tc>
          <w:tcPr>
            <w:tcW w:w="9520" w:type="dxa"/>
            <w:tcMar/>
          </w:tcPr>
          <w:p w:rsidRPr="000B6145" w:rsidR="0085747A" w:rsidP="1FD00ED2" w:rsidRDefault="0085747A" w14:paraId="06E04269" w14:textId="77777777" w14:noSpellErr="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D00ED2" w:rsidR="0085747A">
              <w:rPr>
                <w:rFonts w:ascii="Corbel" w:hAnsi="Corbel"/>
                <w:b w:val="0"/>
                <w:bCs w:val="0"/>
                <w:sz w:val="24"/>
                <w:szCs w:val="24"/>
              </w:rPr>
              <w:t>Treści merytoryczne</w:t>
            </w:r>
          </w:p>
        </w:tc>
      </w:tr>
      <w:tr w:rsidRPr="009C54AE" w:rsidR="000B6145" w:rsidTr="1FD00ED2" w14:paraId="2AA781D2" w14:textId="77777777">
        <w:tc>
          <w:tcPr>
            <w:tcW w:w="9520" w:type="dxa"/>
            <w:tcMar/>
          </w:tcPr>
          <w:p w:rsidRPr="009C54AE" w:rsidR="000B6145" w:rsidP="00787146" w:rsidRDefault="000B6145" w14:paraId="604DFB1D" w14:textId="196478C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Funkcje, zadania i uprawnienia asystenta rodziny wynikające z jego roli w </w:t>
            </w:r>
            <w:r>
              <w:rPr>
                <w:rFonts w:ascii="Corbel" w:hAnsi="Corbel"/>
                <w:sz w:val="24"/>
                <w:szCs w:val="24"/>
              </w:rPr>
              <w:t>systemie pomocy rodzinie.</w:t>
            </w:r>
          </w:p>
        </w:tc>
      </w:tr>
      <w:tr w:rsidRPr="009C54AE" w:rsidR="000B6145" w:rsidTr="1FD00ED2" w14:paraId="71DCFBE7" w14:textId="77777777">
        <w:tc>
          <w:tcPr>
            <w:tcW w:w="9520" w:type="dxa"/>
            <w:tcMar/>
          </w:tcPr>
          <w:p w:rsidRPr="009C54AE" w:rsidR="000B6145" w:rsidP="00787146" w:rsidRDefault="000B6145" w14:paraId="772C198C" w14:textId="3E7A32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</w:t>
            </w:r>
            <w:r>
              <w:rPr>
                <w:rFonts w:ascii="Corbel" w:hAnsi="Corbel"/>
                <w:sz w:val="24"/>
                <w:szCs w:val="24"/>
              </w:rPr>
              <w:t>piekuńczo – wychowawcze.</w:t>
            </w:r>
          </w:p>
        </w:tc>
      </w:tr>
      <w:tr w:rsidRPr="009C54AE" w:rsidR="000B6145" w:rsidTr="1FD00ED2" w14:paraId="5D3A74AA" w14:textId="77777777">
        <w:tc>
          <w:tcPr>
            <w:tcW w:w="9520" w:type="dxa"/>
            <w:tcMar/>
          </w:tcPr>
          <w:p w:rsidRPr="009C54AE" w:rsidR="000B6145" w:rsidP="00787146" w:rsidRDefault="000B6145" w14:paraId="45B8CA6C" w14:textId="70F3FC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</w:t>
            </w:r>
            <w:r>
              <w:rPr>
                <w:rFonts w:ascii="Corbel" w:hAnsi="Corbel"/>
                <w:sz w:val="24"/>
                <w:szCs w:val="24"/>
              </w:rPr>
              <w:t>owanie relacji pomagania.</w:t>
            </w:r>
          </w:p>
        </w:tc>
      </w:tr>
      <w:tr w:rsidRPr="009C54AE" w:rsidR="000B6145" w:rsidTr="1FD00ED2" w14:paraId="7886814F" w14:textId="77777777">
        <w:tc>
          <w:tcPr>
            <w:tcW w:w="9520" w:type="dxa"/>
            <w:tcMar/>
          </w:tcPr>
          <w:p w:rsidRPr="009C54AE" w:rsidR="000B6145" w:rsidP="00787146" w:rsidRDefault="000B6145" w14:paraId="1B99DB80" w14:textId="5B225B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Opór- jego przejawy, symptomy </w:t>
            </w:r>
            <w:r>
              <w:rPr>
                <w:rFonts w:ascii="Corbel" w:hAnsi="Corbel"/>
                <w:sz w:val="24"/>
                <w:szCs w:val="24"/>
              </w:rPr>
              <w:t xml:space="preserve">i sposoby radzenia sobie. </w:t>
            </w:r>
          </w:p>
        </w:tc>
      </w:tr>
      <w:tr w:rsidRPr="009C54AE" w:rsidR="000B6145" w:rsidTr="1FD00ED2" w14:paraId="5E1B0CAF" w14:textId="77777777">
        <w:tc>
          <w:tcPr>
            <w:tcW w:w="9520" w:type="dxa"/>
            <w:tcMar/>
          </w:tcPr>
          <w:p w:rsidRPr="009C54AE" w:rsidR="000B6145" w:rsidP="00787146" w:rsidRDefault="000B6145" w14:paraId="4D47FF54" w14:textId="500FD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1478">
              <w:rPr>
                <w:rFonts w:ascii="Corbel" w:hAnsi="Corbel"/>
                <w:sz w:val="24"/>
                <w:szCs w:val="24"/>
              </w:rPr>
              <w:t>Metody pracy asystenta rodziny skoncentrowane na rozwiązaniu problemów.</w:t>
            </w:r>
          </w:p>
        </w:tc>
      </w:tr>
      <w:tr w:rsidRPr="009C54AE" w:rsidR="000B6145" w:rsidTr="1FD00ED2" w14:paraId="664CD254" w14:textId="77777777">
        <w:tc>
          <w:tcPr>
            <w:tcW w:w="9520" w:type="dxa"/>
            <w:tcMar/>
          </w:tcPr>
          <w:p w:rsidRPr="009C54AE" w:rsidR="000B6145" w:rsidP="00787146" w:rsidRDefault="000B6145" w14:paraId="17CB1E0F" w14:textId="09CD9FF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Przebieg wizyty asystenta w domu rodziny. </w:t>
            </w:r>
          </w:p>
        </w:tc>
      </w:tr>
      <w:tr w:rsidRPr="009C54AE" w:rsidR="000B6145" w:rsidTr="1FD00ED2" w14:paraId="24420E63" w14:textId="77777777">
        <w:tc>
          <w:tcPr>
            <w:tcW w:w="9520" w:type="dxa"/>
            <w:tcMar/>
          </w:tcPr>
          <w:p w:rsidRPr="009C54AE" w:rsidR="000B6145" w:rsidP="00787146" w:rsidRDefault="000B6145" w14:paraId="75F07193" w14:textId="307F42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 xml:space="preserve">cy korekcyjnej z rodziną. </w:t>
            </w:r>
          </w:p>
        </w:tc>
      </w:tr>
      <w:tr w:rsidRPr="009C54AE" w:rsidR="000B6145" w:rsidTr="1FD00ED2" w14:paraId="5993B9CC" w14:textId="77777777">
        <w:tc>
          <w:tcPr>
            <w:tcW w:w="9520" w:type="dxa"/>
            <w:tcMar/>
          </w:tcPr>
          <w:p w:rsidRPr="009C54AE" w:rsidR="000B6145" w:rsidP="00787146" w:rsidRDefault="000B6145" w14:paraId="3CBDD4A6" w14:textId="1D1DFB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 pracy asystenta rodziny. </w:t>
            </w:r>
          </w:p>
        </w:tc>
      </w:tr>
      <w:tr w:rsidRPr="009C54AE" w:rsidR="000B6145" w:rsidTr="1FD00ED2" w14:paraId="37D1AE90" w14:textId="77777777">
        <w:tc>
          <w:tcPr>
            <w:tcW w:w="9520" w:type="dxa"/>
            <w:tcMar/>
          </w:tcPr>
          <w:p w:rsidRPr="009C54AE" w:rsidR="000B6145" w:rsidP="00787146" w:rsidRDefault="000B6145" w14:paraId="58DD2B44" w14:textId="224B09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Wybrane dokumenty stosowane przez asystenta rodziny w pracy z </w:t>
            </w:r>
            <w:r>
              <w:rPr>
                <w:rFonts w:ascii="Corbel" w:hAnsi="Corbel"/>
                <w:sz w:val="24"/>
                <w:szCs w:val="24"/>
              </w:rPr>
              <w:t xml:space="preserve">rodziną. </w:t>
            </w:r>
          </w:p>
        </w:tc>
      </w:tr>
      <w:tr w:rsidRPr="009C54AE" w:rsidR="000B6145" w:rsidTr="1FD00ED2" w14:paraId="584420E7" w14:textId="77777777">
        <w:tc>
          <w:tcPr>
            <w:tcW w:w="9520" w:type="dxa"/>
            <w:tcMar/>
          </w:tcPr>
          <w:p w:rsidRPr="009C54AE" w:rsidR="000B6145" w:rsidP="00787146" w:rsidRDefault="000B6145" w14:paraId="05C100B0" w14:textId="33BA84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Sposoby monitoringu i ewaluacji sytuacji rodziny oraz ocena efektywności d</w:t>
            </w:r>
            <w:r>
              <w:rPr>
                <w:rFonts w:ascii="Corbel" w:hAnsi="Corbel"/>
                <w:sz w:val="24"/>
                <w:szCs w:val="24"/>
              </w:rPr>
              <w:t xml:space="preserve">ziałań asystenta rodziny. </w:t>
            </w:r>
          </w:p>
        </w:tc>
      </w:tr>
      <w:tr w:rsidRPr="009C54AE" w:rsidR="000B6145" w:rsidTr="1FD00ED2" w14:paraId="3959EC6A" w14:textId="77777777">
        <w:tc>
          <w:tcPr>
            <w:tcW w:w="9520" w:type="dxa"/>
            <w:tcMar/>
          </w:tcPr>
          <w:p w:rsidRPr="009C54AE" w:rsidR="000B6145" w:rsidP="00787146" w:rsidRDefault="000B6145" w14:paraId="00A79DB5" w14:textId="1567A2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</w:t>
            </w:r>
            <w:r>
              <w:rPr>
                <w:rFonts w:ascii="Corbel" w:hAnsi="Corbel"/>
                <w:sz w:val="24"/>
                <w:szCs w:val="24"/>
              </w:rPr>
              <w:t>orosłych członków rodziny.</w:t>
            </w:r>
          </w:p>
        </w:tc>
      </w:tr>
      <w:tr w:rsidRPr="009C54AE" w:rsidR="000B6145" w:rsidTr="1FD00ED2" w14:paraId="3BB918C4" w14:textId="77777777">
        <w:tc>
          <w:tcPr>
            <w:tcW w:w="9520" w:type="dxa"/>
            <w:tcMar/>
          </w:tcPr>
          <w:p w:rsidRPr="009C54AE" w:rsidR="000B6145" w:rsidP="00787146" w:rsidRDefault="000B6145" w14:paraId="37686A0C" w14:textId="43C5D4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</w:t>
            </w:r>
            <w:r>
              <w:rPr>
                <w:rFonts w:ascii="Corbel" w:hAnsi="Corbel"/>
                <w:sz w:val="24"/>
                <w:szCs w:val="24"/>
              </w:rPr>
              <w:t xml:space="preserve"> – interdyscyplinarność.</w:t>
            </w:r>
          </w:p>
        </w:tc>
      </w:tr>
    </w:tbl>
    <w:p w:rsidRPr="009C54AE" w:rsidR="0085747A" w:rsidP="009C54AE" w:rsidRDefault="0085747A" w14:paraId="269A79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F2197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D6A50" w:rsidR="000B6145" w:rsidP="1FD00ED2" w:rsidRDefault="001D6A50" w14:paraId="25040FF6" w14:textId="00E67B3F">
      <w:pPr>
        <w:pStyle w:val="Punktygwne"/>
        <w:tabs>
          <w:tab w:val="left" w:pos="284"/>
        </w:tabs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</w:rPr>
      </w:pPr>
      <w:r w:rsidRPr="1FD00ED2" w:rsidR="001D6A5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Konwersatorium: w</w:t>
      </w:r>
      <w:r w:rsidRPr="1FD00ED2" w:rsidR="001D6A5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ykład z prezentacją multimedialną, metoda projektów (projekt </w:t>
      </w:r>
      <w:r w:rsidRPr="1FD00ED2" w:rsidR="589BF763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P</w:t>
      </w:r>
      <w:r w:rsidRPr="1FD00ED2" w:rsidR="001D6A5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lanu pracy z rodziną), analiza tekstów z dyskusją.</w:t>
      </w:r>
    </w:p>
    <w:p w:rsidR="00E960BB" w:rsidP="009C54AE" w:rsidRDefault="00E960BB" w14:paraId="660B9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783296" w14:paraId="64AE143A" w14:textId="0E8A98D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C61DC5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4AEA1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2604035F" w14:textId="581509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0B6145" w:rsidP="009C54AE" w:rsidRDefault="000B6145" w14:paraId="3A28DD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3022D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EE1ECA" w:rsidTr="00FE19E9" w14:paraId="4C44077B" w14:textId="77777777">
        <w:tc>
          <w:tcPr>
            <w:tcW w:w="1985" w:type="dxa"/>
            <w:vAlign w:val="center"/>
          </w:tcPr>
          <w:p w:rsidRPr="009C54AE" w:rsidR="00EE1ECA" w:rsidP="00FE19E9" w:rsidRDefault="00EE1ECA" w14:paraId="2C4A96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EE1ECA" w:rsidP="00FE19E9" w:rsidRDefault="00EE1ECA" w14:paraId="448E55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E1ECA" w:rsidP="00FE19E9" w:rsidRDefault="00EE1ECA" w14:paraId="237E6B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EE1ECA" w:rsidP="00FE19E9" w:rsidRDefault="00EE1ECA" w14:paraId="43F56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E1ECA" w:rsidP="00FE19E9" w:rsidRDefault="00EE1ECA" w14:paraId="37E0F5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EE1ECA" w:rsidTr="00FE19E9" w14:paraId="58A66CE3" w14:textId="77777777">
        <w:tc>
          <w:tcPr>
            <w:tcW w:w="1985" w:type="dxa"/>
          </w:tcPr>
          <w:p w:rsidRPr="009C54AE" w:rsidR="00EE1ECA" w:rsidP="00FE19E9" w:rsidRDefault="00EE1ECA" w14:paraId="68DFD3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7E2D57" w:rsidR="00EE1ECA" w:rsidP="00FE19E9" w:rsidRDefault="00EE1ECA" w14:paraId="6DBCCD9C" w14:textId="5F36D9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planu p</w:t>
            </w:r>
            <w:r w:rsidR="001D6A50">
              <w:rPr>
                <w:rFonts w:ascii="Corbel" w:hAnsi="Corbel"/>
                <w:b w:val="0"/>
                <w:szCs w:val="24"/>
              </w:rPr>
              <w:t>racy</w:t>
            </w:r>
            <w:r w:rsidRPr="007E2D57">
              <w:rPr>
                <w:rFonts w:ascii="Corbel" w:hAnsi="Corbel"/>
                <w:b w:val="0"/>
                <w:szCs w:val="24"/>
              </w:rPr>
              <w:t xml:space="preserve"> </w:t>
            </w:r>
            <w:r w:rsidR="001D6A50">
              <w:rPr>
                <w:rFonts w:ascii="Corbel" w:hAnsi="Corbel"/>
                <w:b w:val="0"/>
                <w:szCs w:val="24"/>
              </w:rPr>
              <w:t>z rodziną</w:t>
            </w:r>
            <w:r w:rsidRPr="007E2D57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EE1ECA" w:rsidP="00FE19E9" w:rsidRDefault="00EE1ECA" w14:paraId="7F28BB4D" w14:textId="5223F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D6A5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3360AF33" w14:textId="77777777">
        <w:tc>
          <w:tcPr>
            <w:tcW w:w="1985" w:type="dxa"/>
          </w:tcPr>
          <w:p w:rsidRPr="009C54AE" w:rsidR="00EE1ECA" w:rsidP="00FE19E9" w:rsidRDefault="00EE1ECA" w14:paraId="03AC1A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7E2D57" w:rsidR="00EE1ECA" w:rsidP="00FE19E9" w:rsidRDefault="00EE1ECA" w14:paraId="7C79F401" w14:textId="292D10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 xml:space="preserve">obserwacja w trakcie zajęć, projekt planu </w:t>
            </w:r>
            <w:r w:rsidR="001D6A50">
              <w:rPr>
                <w:rFonts w:ascii="Corbel" w:hAnsi="Corbel"/>
                <w:b w:val="0"/>
                <w:szCs w:val="24"/>
              </w:rPr>
              <w:t>pracy z rodziną</w:t>
            </w:r>
          </w:p>
        </w:tc>
        <w:tc>
          <w:tcPr>
            <w:tcW w:w="2126" w:type="dxa"/>
          </w:tcPr>
          <w:p w:rsidRPr="009C54AE" w:rsidR="00EE1ECA" w:rsidP="00FE19E9" w:rsidRDefault="001D6A50" w14:paraId="6D92CA1D" w14:textId="7CC0EC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72198F60" w14:textId="77777777">
        <w:tc>
          <w:tcPr>
            <w:tcW w:w="1985" w:type="dxa"/>
          </w:tcPr>
          <w:p w:rsidRPr="009C54AE" w:rsidR="00EE1ECA" w:rsidP="00FE19E9" w:rsidRDefault="00EE1ECA" w14:paraId="1F2E0A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7E2D57" w:rsidR="00EE1ECA" w:rsidP="00FE19E9" w:rsidRDefault="00EE1ECA" w14:paraId="444EE0FA" w14:textId="56207D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zajęć, projekt plan</w:t>
            </w:r>
            <w:r w:rsidR="001D6A50">
              <w:rPr>
                <w:rFonts w:ascii="Corbel" w:hAnsi="Corbel"/>
                <w:b w:val="0"/>
                <w:szCs w:val="24"/>
              </w:rPr>
              <w:t>u pracy z rodziną</w:t>
            </w:r>
          </w:p>
        </w:tc>
        <w:tc>
          <w:tcPr>
            <w:tcW w:w="2126" w:type="dxa"/>
          </w:tcPr>
          <w:p w:rsidRPr="009C54AE" w:rsidR="00EE1ECA" w:rsidP="00FE19E9" w:rsidRDefault="001D6A50" w14:paraId="2119B3F5" w14:textId="102CD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3B98873C" w14:textId="77777777">
        <w:tc>
          <w:tcPr>
            <w:tcW w:w="1985" w:type="dxa"/>
          </w:tcPr>
          <w:p w:rsidRPr="009C54AE" w:rsidR="00EE1ECA" w:rsidP="00FE19E9" w:rsidRDefault="00EE1ECA" w14:paraId="599E39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7E2D57" w:rsidR="00EE1ECA" w:rsidP="00FE19E9" w:rsidRDefault="001D6A50" w14:paraId="261A7FE6" w14:textId="75FC0F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D6A50">
              <w:rPr>
                <w:rFonts w:ascii="Corbel" w:hAnsi="Corbel"/>
                <w:b w:val="0"/>
                <w:szCs w:val="24"/>
              </w:rPr>
              <w:t>projekt planu pracy z rodziną</w:t>
            </w:r>
          </w:p>
        </w:tc>
        <w:tc>
          <w:tcPr>
            <w:tcW w:w="2126" w:type="dxa"/>
          </w:tcPr>
          <w:p w:rsidRPr="009C54AE" w:rsidR="00EE1ECA" w:rsidP="00FE19E9" w:rsidRDefault="001D6A50" w14:paraId="61A96BC6" w14:textId="22755B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746CD444" w14:textId="77777777">
        <w:tc>
          <w:tcPr>
            <w:tcW w:w="1985" w:type="dxa"/>
          </w:tcPr>
          <w:p w:rsidRPr="009C54AE" w:rsidR="00EE1ECA" w:rsidP="00FE19E9" w:rsidRDefault="00EE1ECA" w14:paraId="6588EF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7E2D57" w:rsidR="00EE1ECA" w:rsidP="00FE19E9" w:rsidRDefault="00EE1ECA" w14:paraId="51626241" w14:textId="4C371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1D6A50" w:rsidR="001D6A50">
              <w:rPr>
                <w:rFonts w:ascii="Corbel" w:hAnsi="Corbel"/>
                <w:b w:val="0"/>
                <w:szCs w:val="24"/>
              </w:rPr>
              <w:t>projekt planu pracy z rodziną</w:t>
            </w:r>
          </w:p>
        </w:tc>
        <w:tc>
          <w:tcPr>
            <w:tcW w:w="2126" w:type="dxa"/>
          </w:tcPr>
          <w:p w:rsidRPr="009C54AE" w:rsidR="00EE1ECA" w:rsidP="00FE19E9" w:rsidRDefault="001D6A50" w14:paraId="466038B8" w14:textId="0B3F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04DF1B1B" w14:textId="77777777">
        <w:tc>
          <w:tcPr>
            <w:tcW w:w="1985" w:type="dxa"/>
          </w:tcPr>
          <w:p w:rsidRPr="009C54AE" w:rsidR="00EE1ECA" w:rsidP="00FE19E9" w:rsidRDefault="00EE1ECA" w14:paraId="0E1824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7E2D57" w:rsidR="00EE1ECA" w:rsidP="00FE19E9" w:rsidRDefault="001D6A50" w14:paraId="4F3736AF" w14:textId="26A11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D6A50">
              <w:rPr>
                <w:rFonts w:ascii="Corbel" w:hAnsi="Corbel"/>
                <w:b w:val="0"/>
                <w:szCs w:val="24"/>
              </w:rPr>
              <w:t>projekt planu pracy z rodziną</w:t>
            </w:r>
          </w:p>
        </w:tc>
        <w:tc>
          <w:tcPr>
            <w:tcW w:w="2126" w:type="dxa"/>
          </w:tcPr>
          <w:p w:rsidRPr="009C54AE" w:rsidR="00EE1ECA" w:rsidP="00FE19E9" w:rsidRDefault="001D6A50" w14:paraId="1439B4F0" w14:textId="18004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3FE4349C" w14:textId="77777777">
        <w:tc>
          <w:tcPr>
            <w:tcW w:w="1985" w:type="dxa"/>
          </w:tcPr>
          <w:p w:rsidRPr="009C54AE" w:rsidR="00EE1ECA" w:rsidP="00FE19E9" w:rsidRDefault="00EE1ECA" w14:paraId="7E1F8B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7E2D57" w:rsidR="00EE1ECA" w:rsidP="00FE19E9" w:rsidRDefault="00EE1ECA" w14:paraId="1B493C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EE1ECA" w:rsidP="00FE19E9" w:rsidRDefault="001D6A50" w14:paraId="639756A7" w14:textId="5E0B63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EE1ECA" w:rsidTr="00FE19E9" w14:paraId="766FB2AE" w14:textId="77777777">
        <w:tc>
          <w:tcPr>
            <w:tcW w:w="1985" w:type="dxa"/>
          </w:tcPr>
          <w:p w:rsidRPr="009C54AE" w:rsidR="00EE1ECA" w:rsidP="00FE19E9" w:rsidRDefault="00EE1ECA" w14:paraId="30C32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7E2D57" w:rsidR="00EE1ECA" w:rsidP="00FE19E9" w:rsidRDefault="00EE1ECA" w14:paraId="4A9880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2D57">
              <w:rPr>
                <w:rFonts w:ascii="Corbel" w:hAnsi="Corbel"/>
                <w:b w:val="0"/>
                <w:szCs w:val="24"/>
              </w:rPr>
              <w:t>obserwacja w trakcie zaję</w:t>
            </w:r>
            <w:r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EE1ECA" w:rsidP="00FE19E9" w:rsidRDefault="001D6A50" w14:paraId="578DCFF4" w14:textId="76019D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23EA86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73589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BEBD76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1CE4295" w14:textId="77777777">
        <w:tc>
          <w:tcPr>
            <w:tcW w:w="9670" w:type="dxa"/>
          </w:tcPr>
          <w:p w:rsidR="009C24DD" w:rsidP="009C24DD" w:rsidRDefault="009C24DD" w14:paraId="36C7EB2F" w14:textId="750F6E1B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1D6A50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lanu pracy z rodziną </w:t>
            </w:r>
            <w:r w:rsidRPr="007E2D57">
              <w:rPr>
                <w:rFonts w:ascii="Corbel" w:hAnsi="Corbel"/>
                <w:sz w:val="24"/>
                <w:szCs w:val="24"/>
              </w:rPr>
              <w:t xml:space="preserve">(100% oceny końcowej). </w:t>
            </w:r>
          </w:p>
          <w:p w:rsidRPr="007E2D57" w:rsidR="009C24DD" w:rsidP="009C24DD" w:rsidRDefault="009C24DD" w14:paraId="2E964B8F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wynik nie może przekroczyć 100%</w:t>
            </w:r>
            <w:r w:rsidRPr="007E2D57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7E2D57" w:rsidR="009C24DD" w:rsidP="009C24DD" w:rsidRDefault="009C24DD" w14:paraId="56DD6C7D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7E2D57" w:rsidR="009C24DD" w:rsidP="009C24DD" w:rsidRDefault="009C24DD" w14:paraId="0797D274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7E2D57" w:rsidR="009C24DD" w:rsidP="009C24DD" w:rsidRDefault="009C24DD" w14:paraId="667153DA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7E2D57" w:rsidR="009C24DD" w:rsidP="009C24DD" w:rsidRDefault="009C24DD" w14:paraId="24AAB660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7E2D57" w:rsidR="009C24DD" w:rsidP="009C24DD" w:rsidRDefault="009C24DD" w14:paraId="44235518" w14:textId="77777777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2D5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85747A" w:rsidP="009C54AE" w:rsidRDefault="009C24DD" w14:paraId="0A95D9B9" w14:textId="7F439C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2D57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0DD26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F2248F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155FE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9C24DD" w14:paraId="773C840E" w14:textId="77777777">
        <w:tc>
          <w:tcPr>
            <w:tcW w:w="4902" w:type="dxa"/>
            <w:vAlign w:val="center"/>
          </w:tcPr>
          <w:p w:rsidRPr="009C54AE" w:rsidR="0085747A" w:rsidP="009C54AE" w:rsidRDefault="00C61DC5" w14:paraId="0B0F70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A486A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C24DD" w:rsidTr="009C24DD" w14:paraId="388A9C12" w14:textId="77777777">
        <w:tc>
          <w:tcPr>
            <w:tcW w:w="4902" w:type="dxa"/>
          </w:tcPr>
          <w:p w:rsidRPr="009C54AE" w:rsidR="009C24DD" w:rsidP="009C24DD" w:rsidRDefault="009C24DD" w14:paraId="67A316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9C24DD" w:rsidP="009C24DD" w:rsidRDefault="009C24DD" w14:paraId="76ABD155" w14:textId="28A0F7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9C24DD" w:rsidTr="009C24DD" w14:paraId="019A4AD8" w14:textId="77777777">
        <w:tc>
          <w:tcPr>
            <w:tcW w:w="4902" w:type="dxa"/>
          </w:tcPr>
          <w:p w:rsidRPr="009C54AE" w:rsidR="009C24DD" w:rsidP="009C24DD" w:rsidRDefault="009C24DD" w14:paraId="389231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C24DD" w:rsidP="009C24DD" w:rsidRDefault="009C24DD" w14:paraId="5B813E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9C24DD" w:rsidP="009C24DD" w:rsidRDefault="001D6A50" w14:paraId="08536019" w14:textId="52D3A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9C24DD" w:rsidTr="009C24DD" w14:paraId="5EEBD396" w14:textId="77777777">
        <w:tc>
          <w:tcPr>
            <w:tcW w:w="4902" w:type="dxa"/>
          </w:tcPr>
          <w:p w:rsidRPr="009C54AE" w:rsidR="009C24DD" w:rsidP="009C24DD" w:rsidRDefault="009C24DD" w14:paraId="0C4F576B" w14:textId="334612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544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9C24DD" w:rsidP="009C24DD" w:rsidRDefault="001D6A50" w14:paraId="5AD95702" w14:textId="595D93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9C24DD" w:rsidTr="009C24DD" w14:paraId="58926F40" w14:textId="77777777">
        <w:tc>
          <w:tcPr>
            <w:tcW w:w="4902" w:type="dxa"/>
          </w:tcPr>
          <w:p w:rsidRPr="009C54AE" w:rsidR="009C24DD" w:rsidP="009C24DD" w:rsidRDefault="009C24DD" w14:paraId="1820FA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9C24DD" w:rsidP="009C24DD" w:rsidRDefault="009C24DD" w14:paraId="442B9F7E" w14:textId="5E51B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9C24DD" w:rsidTr="009C24DD" w14:paraId="173F231A" w14:textId="77777777">
        <w:tc>
          <w:tcPr>
            <w:tcW w:w="4902" w:type="dxa"/>
          </w:tcPr>
          <w:p w:rsidRPr="009C54AE" w:rsidR="009C24DD" w:rsidP="009C24DD" w:rsidRDefault="009C24DD" w14:paraId="04C2D9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1D6A50" w:rsidR="009C24DD" w:rsidP="009C24DD" w:rsidRDefault="009C24DD" w14:paraId="4214138F" w14:textId="00D8AA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1D6A50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C32613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3C8E4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CF415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AFC69E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9A2D15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07842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D6A50" w:rsidR="0085747A" w:rsidP="001D6A50" w:rsidRDefault="001D6A50" w14:paraId="109BF215" w14:textId="42538E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1D6A50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85747A" w:rsidTr="0071620A" w14:paraId="74ACA9A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645DB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D6A50" w:rsidR="0085747A" w:rsidP="001D6A50" w:rsidRDefault="001D6A50" w14:paraId="4112434D" w14:textId="6F1BDF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1D6A50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1EF54CD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39211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5AE831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F54487" w:rsidTr="0071620A" w14:paraId="43A81E32" w14:textId="77777777">
        <w:trPr>
          <w:trHeight w:val="397"/>
        </w:trPr>
        <w:tc>
          <w:tcPr>
            <w:tcW w:w="7513" w:type="dxa"/>
          </w:tcPr>
          <w:p w:rsidRPr="003D55A8" w:rsidR="00F54487" w:rsidP="00F54487" w:rsidRDefault="00F54487" w14:paraId="6E76F3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55A8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Pr="00922402" w:rsidR="00F54487" w:rsidP="00C3588A" w:rsidRDefault="00F54487" w14:paraId="645C30DB" w14:textId="682BAB49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r w:rsidRP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 Jong P., Berg I. K.</w:t>
            </w:r>
            <w:r w:rsidRPr="001D6A50" w:rsid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(2007).</w:t>
            </w:r>
            <w:r w:rsidRPr="001D6A5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 w:rsidR="001D6A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1D6A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Księgarnia Akademicka.</w:t>
            </w:r>
          </w:p>
          <w:p w:rsidRPr="00F329DB" w:rsidR="00F54487" w:rsidP="00C3588A" w:rsidRDefault="00C3588A" w14:paraId="725EF641" w14:textId="43DAE589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>gnasik</w:t>
            </w:r>
            <w:proofErr w:type="spellEnd"/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>Olber</w:t>
            </w:r>
            <w:proofErr w:type="spellEnd"/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 xml:space="preserve"> E., Maciejewska-Dłubała M., Kubiak-</w:t>
            </w:r>
            <w:proofErr w:type="spellStart"/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>Hornaitko</w:t>
            </w:r>
            <w:proofErr w:type="spellEnd"/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8F765A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29DB" w:rsidR="00F54487">
              <w:rPr>
                <w:rFonts w:ascii="Corbel" w:hAnsi="Corbel"/>
                <w:b w:val="0"/>
                <w:i/>
                <w:smallCaps w:val="0"/>
                <w:szCs w:val="24"/>
              </w:rPr>
              <w:t>Narzędzia pracy socjalnej</w:t>
            </w:r>
            <w:r w:rsidR="008F765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765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F329DB" w:rsidR="00F54487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 w:rsidR="008F76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765A" w:rsidR="008F765A">
              <w:rPr>
                <w:rFonts w:ascii="Corbel" w:hAnsi="Corbel"/>
                <w:b w:val="0"/>
                <w:smallCaps w:val="0"/>
                <w:szCs w:val="24"/>
              </w:rPr>
              <w:t>https://www.wrzos.org.pl/projekt1.18/?id=121&amp;m=40</w:t>
            </w:r>
          </w:p>
          <w:p w:rsidRPr="003C696D" w:rsidR="00F54487" w:rsidP="00C3588A" w:rsidRDefault="00F54487" w14:paraId="4019FE72" w14:textId="5DD8A6AE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="008F7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 w:rsidR="008F76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7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„Śląsk”.</w:t>
            </w:r>
          </w:p>
          <w:p w:rsidRPr="00565D47" w:rsidR="00F54487" w:rsidP="00C3588A" w:rsidRDefault="00F54487" w14:paraId="4043255E" w14:textId="0B852B32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="008F7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 w:rsidR="008F76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7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Akapit.</w:t>
            </w:r>
          </w:p>
          <w:p w:rsidR="00F54487" w:rsidP="00C3588A" w:rsidRDefault="00F54487" w14:paraId="6439BC4A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wspieraniu rodziny i  systemie pieczy zastępczej (Dz. U. Z 2016 r., poz. 575 z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Zm</w:t>
            </w:r>
            <w:proofErr w:type="spellEnd"/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 </w:t>
            </w:r>
          </w:p>
          <w:p w:rsidRPr="008F765A" w:rsidR="008F765A" w:rsidP="00C3588A" w:rsidRDefault="008F765A" w14:paraId="22E844E7" w14:textId="0000B27C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(red.). (2015).</w:t>
            </w:r>
            <w:r w:rsidRPr="00A747C8">
              <w:rPr>
                <w:rFonts w:ascii="Corbel" w:hAnsi="Corbel"/>
                <w:i/>
                <w:color w:val="000000"/>
                <w:szCs w:val="24"/>
              </w:rPr>
              <w:t xml:space="preserve">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Rzeszów: Wyd. Uniwersytetu Rzeszowskiego.</w:t>
            </w:r>
          </w:p>
        </w:tc>
      </w:tr>
      <w:tr w:rsidRPr="009C54AE" w:rsidR="00F54487" w:rsidTr="0071620A" w14:paraId="152243FD" w14:textId="77777777">
        <w:trPr>
          <w:trHeight w:val="397"/>
        </w:trPr>
        <w:tc>
          <w:tcPr>
            <w:tcW w:w="7513" w:type="dxa"/>
          </w:tcPr>
          <w:p w:rsidRPr="003D55A8" w:rsidR="00F54487" w:rsidP="00F54487" w:rsidRDefault="00F54487" w14:paraId="7ACADFF1" w14:textId="1B4588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55A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="00C3588A" w:rsidP="0048548A" w:rsidRDefault="00C3588A" w14:paraId="3760333F" w14:textId="7BEDE728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 (2013). </w:t>
            </w:r>
            <w:r w:rsidRPr="00C358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społeczna: wybrane instytucje pomocy rodzinie i dziecku.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Lex a Wolters Kluwer business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3588A" w:rsidR="00F54487" w:rsidP="0048548A" w:rsidRDefault="00F54487" w14:paraId="28CCE2FC" w14:textId="00C8EE0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 w:rsidR="00C358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</w:t>
            </w:r>
            <w:r w:rsid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 Śląsk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8548A" w:rsidR="00F54487" w:rsidP="0048548A" w:rsidRDefault="00F54487" w14:paraId="6761FB35" w14:textId="177C1D01">
            <w:pPr>
              <w:spacing w:after="0"/>
              <w:ind w:firstLine="3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proofErr w:type="spellEnd"/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 xml:space="preserve"> C. De.</w:t>
            </w:r>
            <w:r w:rsidRPr="0048548A" w:rsidR="00C3588A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48548A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, Katowice</w:t>
            </w:r>
            <w:r w:rsidRPr="0048548A" w:rsidR="00C3588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48548A" w:rsidR="00C3588A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48548A" w:rsidR="00C3588A">
              <w:rPr>
                <w:rFonts w:ascii="Corbel" w:hAnsi="Corbel"/>
                <w:bCs/>
                <w:color w:val="000000"/>
                <w:sz w:val="24"/>
                <w:szCs w:val="24"/>
              </w:rPr>
              <w:t>Wyd. Śląsk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F54487" w:rsidP="0048548A" w:rsidRDefault="00F54487" w14:paraId="34EF0961" w14:textId="6E725D3E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B.</w:t>
            </w:r>
            <w:r w:rsid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C3588A" w:rsidR="00C358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8548A" w:rsidR="00F54487" w:rsidP="0048548A" w:rsidRDefault="0048548A" w14:paraId="239B3A8F" w14:textId="5BC31833">
            <w:pPr>
              <w:spacing w:after="0"/>
              <w:ind w:firstLine="342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 xml:space="preserve">Szczepkowski J. (2017). </w:t>
            </w:r>
            <w:r w:rsidRPr="004854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– Podejście Skoncentrowane na Rozwiązaniach</w:t>
            </w:r>
            <w:r w:rsidRPr="0048548A">
              <w:rPr>
                <w:rFonts w:ascii="Corbel" w:hAnsi="Corbel"/>
                <w:color w:val="000000"/>
                <w:sz w:val="24"/>
                <w:szCs w:val="24"/>
              </w:rPr>
              <w:t>. Toruń: Akapit.</w:t>
            </w:r>
          </w:p>
        </w:tc>
      </w:tr>
    </w:tbl>
    <w:p w:rsidRPr="009C54AE" w:rsidR="0085747A" w:rsidP="009C54AE" w:rsidRDefault="0085747A" w14:paraId="5E96F1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FC2D0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FBDA18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6C64" w:rsidP="00C16ABF" w:rsidRDefault="006B6C64" w14:paraId="38C6F170" w14:textId="77777777">
      <w:pPr>
        <w:spacing w:after="0" w:line="240" w:lineRule="auto"/>
      </w:pPr>
      <w:r>
        <w:separator/>
      </w:r>
    </w:p>
  </w:endnote>
  <w:endnote w:type="continuationSeparator" w:id="0">
    <w:p w:rsidR="006B6C64" w:rsidP="00C16ABF" w:rsidRDefault="006B6C64" w14:paraId="1BC6BA1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9639594"/>
      <w:docPartObj>
        <w:docPartGallery w:val="Page Numbers (Bottom of Page)"/>
        <w:docPartUnique/>
      </w:docPartObj>
    </w:sdtPr>
    <w:sdtEndPr/>
    <w:sdtContent>
      <w:p w:rsidR="00EF1DBC" w:rsidRDefault="00EF1DBC" w14:paraId="6AEBE584" w14:textId="487AB6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F1DBC" w:rsidRDefault="00EF1DBC" w14:paraId="44F104A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6C64" w:rsidP="00C16ABF" w:rsidRDefault="006B6C64" w14:paraId="0B1C53AA" w14:textId="77777777">
      <w:pPr>
        <w:spacing w:after="0" w:line="240" w:lineRule="auto"/>
      </w:pPr>
      <w:r>
        <w:separator/>
      </w:r>
    </w:p>
  </w:footnote>
  <w:footnote w:type="continuationSeparator" w:id="0">
    <w:p w:rsidR="006B6C64" w:rsidP="00C16ABF" w:rsidRDefault="006B6C64" w14:paraId="34D8346E" w14:textId="77777777">
      <w:pPr>
        <w:spacing w:after="0" w:line="240" w:lineRule="auto"/>
      </w:pPr>
      <w:r>
        <w:continuationSeparator/>
      </w:r>
    </w:p>
  </w:footnote>
  <w:footnote w:id="1">
    <w:p w:rsidR="00EE1ECA" w:rsidP="00EE1ECA" w:rsidRDefault="00EE1ECA" w14:paraId="7562E1E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381ABCA0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20A56"/>
    <w:multiLevelType w:val="hybridMultilevel"/>
    <w:tmpl w:val="7D92B9E0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4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4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F09"/>
    <w:rsid w:val="001D657B"/>
    <w:rsid w:val="001D6A50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445"/>
    <w:rsid w:val="002B4D55"/>
    <w:rsid w:val="002B5EA0"/>
    <w:rsid w:val="002B6119"/>
    <w:rsid w:val="002C1F06"/>
    <w:rsid w:val="002D3375"/>
    <w:rsid w:val="002D636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5A8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48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8C7"/>
    <w:rsid w:val="0056696D"/>
    <w:rsid w:val="0059484D"/>
    <w:rsid w:val="005A0855"/>
    <w:rsid w:val="005A133C"/>
    <w:rsid w:val="005A3196"/>
    <w:rsid w:val="005C080F"/>
    <w:rsid w:val="005C55E5"/>
    <w:rsid w:val="005C696A"/>
    <w:rsid w:val="005E0995"/>
    <w:rsid w:val="005E6E85"/>
    <w:rsid w:val="005F07C0"/>
    <w:rsid w:val="005F31D2"/>
    <w:rsid w:val="0061029B"/>
    <w:rsid w:val="006159CB"/>
    <w:rsid w:val="00617230"/>
    <w:rsid w:val="00621CE1"/>
    <w:rsid w:val="00627FC9"/>
    <w:rsid w:val="00647FA8"/>
    <w:rsid w:val="00650C5F"/>
    <w:rsid w:val="00652298"/>
    <w:rsid w:val="00654934"/>
    <w:rsid w:val="006620D9"/>
    <w:rsid w:val="00671958"/>
    <w:rsid w:val="00675843"/>
    <w:rsid w:val="00696477"/>
    <w:rsid w:val="006B6C6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96"/>
    <w:rsid w:val="00787146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F14"/>
    <w:rsid w:val="008A45F7"/>
    <w:rsid w:val="008A7419"/>
    <w:rsid w:val="008C0CC0"/>
    <w:rsid w:val="008C19A9"/>
    <w:rsid w:val="008C379D"/>
    <w:rsid w:val="008C5147"/>
    <w:rsid w:val="008C5359"/>
    <w:rsid w:val="008C5363"/>
    <w:rsid w:val="008D3DFB"/>
    <w:rsid w:val="008E64F4"/>
    <w:rsid w:val="008E6652"/>
    <w:rsid w:val="008F12C9"/>
    <w:rsid w:val="008F6E29"/>
    <w:rsid w:val="008F765A"/>
    <w:rsid w:val="00916188"/>
    <w:rsid w:val="00923D7D"/>
    <w:rsid w:val="009508DF"/>
    <w:rsid w:val="00950DAC"/>
    <w:rsid w:val="00954A07"/>
    <w:rsid w:val="009843F1"/>
    <w:rsid w:val="00997F14"/>
    <w:rsid w:val="009A78D9"/>
    <w:rsid w:val="009C24D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BC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690"/>
    <w:rsid w:val="00B607DB"/>
    <w:rsid w:val="00B66529"/>
    <w:rsid w:val="00B75946"/>
    <w:rsid w:val="00B7743D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E0D"/>
    <w:rsid w:val="00C058B4"/>
    <w:rsid w:val="00C05F44"/>
    <w:rsid w:val="00C131B5"/>
    <w:rsid w:val="00C16ABF"/>
    <w:rsid w:val="00C170AE"/>
    <w:rsid w:val="00C26CB7"/>
    <w:rsid w:val="00C324C1"/>
    <w:rsid w:val="00C3588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29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FC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CD"/>
    <w:rsid w:val="00DF320D"/>
    <w:rsid w:val="00DF71C8"/>
    <w:rsid w:val="00E129B8"/>
    <w:rsid w:val="00E21E7D"/>
    <w:rsid w:val="00E22FBC"/>
    <w:rsid w:val="00E24BF5"/>
    <w:rsid w:val="00E25338"/>
    <w:rsid w:val="00E51E44"/>
    <w:rsid w:val="00E52440"/>
    <w:rsid w:val="00E63348"/>
    <w:rsid w:val="00E742AA"/>
    <w:rsid w:val="00E77E88"/>
    <w:rsid w:val="00E8107D"/>
    <w:rsid w:val="00E960BB"/>
    <w:rsid w:val="00EA2074"/>
    <w:rsid w:val="00EA4832"/>
    <w:rsid w:val="00EA4E9D"/>
    <w:rsid w:val="00EC35A3"/>
    <w:rsid w:val="00EC4899"/>
    <w:rsid w:val="00ED03AB"/>
    <w:rsid w:val="00ED32D2"/>
    <w:rsid w:val="00EE1ECA"/>
    <w:rsid w:val="00EE32DE"/>
    <w:rsid w:val="00EE5457"/>
    <w:rsid w:val="00EF1DBC"/>
    <w:rsid w:val="00F00233"/>
    <w:rsid w:val="00F02A27"/>
    <w:rsid w:val="00F070AB"/>
    <w:rsid w:val="00F17567"/>
    <w:rsid w:val="00F27A7B"/>
    <w:rsid w:val="00F526AF"/>
    <w:rsid w:val="00F544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A80"/>
    <w:rsid w:val="00FD7589"/>
    <w:rsid w:val="00FF016A"/>
    <w:rsid w:val="00FF1401"/>
    <w:rsid w:val="00FF5E7D"/>
    <w:rsid w:val="16ADF066"/>
    <w:rsid w:val="1FD00ED2"/>
    <w:rsid w:val="589BF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AEC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92ca86d230c34fe3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ddae8-01c5-4b9d-b9b1-2c819e9739e1}"/>
      </w:docPartPr>
      <w:docPartBody>
        <w:p w14:paraId="34C1914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490409-99D4-47E0-BEA1-72DC5DF08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883B5-F080-4BE7-801A-6BCC79067466}"/>
</file>

<file path=customXml/itemProps3.xml><?xml version="1.0" encoding="utf-8"?>
<ds:datastoreItem xmlns:ds="http://schemas.openxmlformats.org/officeDocument/2006/customXml" ds:itemID="{9C46F971-5E60-4E16-8F4A-87376253B16F}"/>
</file>

<file path=customXml/itemProps4.xml><?xml version="1.0" encoding="utf-8"?>
<ds:datastoreItem xmlns:ds="http://schemas.openxmlformats.org/officeDocument/2006/customXml" ds:itemID="{2CA9BFAA-3A54-4CAB-9132-B1479F121C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10</cp:revision>
  <cp:lastPrinted>2019-02-06T12:12:00Z</cp:lastPrinted>
  <dcterms:created xsi:type="dcterms:W3CDTF">2020-10-28T05:06:00Z</dcterms:created>
  <dcterms:modified xsi:type="dcterms:W3CDTF">2021-09-23T10:27:18Z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